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4AA" w:rsidRDefault="00C6002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Ruby Wright</w:t>
      </w:r>
    </w:p>
    <w:p w:rsidR="00C6002F" w:rsidRDefault="00C600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Timken High School </w:t>
      </w:r>
    </w:p>
    <w:p w:rsidR="00C6002F" w:rsidRDefault="00C600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9/24/2013</w:t>
      </w:r>
    </w:p>
    <w:p w:rsidR="00C6002F" w:rsidRPr="006A0B97" w:rsidRDefault="00C6002F">
      <w:pPr>
        <w:rPr>
          <w:rFonts w:ascii="Times New Roman" w:hAnsi="Times New Roman" w:cs="Times New Roman"/>
          <w:b/>
          <w:sz w:val="24"/>
          <w:szCs w:val="24"/>
        </w:rPr>
      </w:pPr>
      <w:r w:rsidRPr="006A0B97">
        <w:rPr>
          <w:rFonts w:ascii="Times New Roman" w:hAnsi="Times New Roman" w:cs="Times New Roman"/>
          <w:b/>
          <w:sz w:val="24"/>
          <w:szCs w:val="24"/>
        </w:rPr>
        <w:t>Splendors and Glooms Lesson Plan</w:t>
      </w:r>
    </w:p>
    <w:p w:rsidR="00C6002F" w:rsidRDefault="00C6002F">
      <w:pPr>
        <w:rPr>
          <w:rFonts w:ascii="Times New Roman" w:hAnsi="Times New Roman" w:cs="Times New Roman"/>
          <w:sz w:val="24"/>
          <w:szCs w:val="24"/>
        </w:rPr>
      </w:pPr>
      <w:r w:rsidRPr="006A0B97">
        <w:rPr>
          <w:rFonts w:ascii="Times New Roman" w:hAnsi="Times New Roman" w:cs="Times New Roman"/>
          <w:b/>
          <w:sz w:val="24"/>
          <w:szCs w:val="24"/>
        </w:rPr>
        <w:t>Goal:</w:t>
      </w:r>
      <w:r w:rsidR="006A0B97">
        <w:rPr>
          <w:rFonts w:ascii="Times New Roman" w:hAnsi="Times New Roman" w:cs="Times New Roman"/>
          <w:sz w:val="24"/>
          <w:szCs w:val="24"/>
        </w:rPr>
        <w:t xml:space="preserve"> Students will analyze characters as well as become aware of what actions taken by the character are “appropriate/good” and which actions are “inappropriate/bad”. Students will examine a specific character’s actions by “becoming” that character and relating that character to their own personal experiences. </w:t>
      </w:r>
    </w:p>
    <w:p w:rsidR="00C6002F" w:rsidRDefault="00C6002F">
      <w:pPr>
        <w:rPr>
          <w:rFonts w:ascii="Times New Roman" w:hAnsi="Times New Roman" w:cs="Times New Roman"/>
          <w:sz w:val="24"/>
          <w:szCs w:val="24"/>
        </w:rPr>
      </w:pPr>
      <w:r w:rsidRPr="006A0B97">
        <w:rPr>
          <w:rFonts w:ascii="Times New Roman" w:hAnsi="Times New Roman" w:cs="Times New Roman"/>
          <w:b/>
          <w:sz w:val="24"/>
          <w:szCs w:val="24"/>
        </w:rPr>
        <w:t>Materials:</w:t>
      </w:r>
      <w:r w:rsidR="006A0B97">
        <w:rPr>
          <w:rFonts w:ascii="Times New Roman" w:hAnsi="Times New Roman" w:cs="Times New Roman"/>
          <w:sz w:val="24"/>
          <w:szCs w:val="24"/>
        </w:rPr>
        <w:t xml:space="preserve"> Splendors and Glooms, pencil &amp; paper</w:t>
      </w:r>
    </w:p>
    <w:p w:rsidR="00C6002F" w:rsidRPr="006A0B97" w:rsidRDefault="00C6002F">
      <w:pPr>
        <w:rPr>
          <w:rFonts w:ascii="Times New Roman" w:hAnsi="Times New Roman" w:cs="Times New Roman"/>
          <w:b/>
          <w:sz w:val="24"/>
          <w:szCs w:val="24"/>
        </w:rPr>
      </w:pPr>
      <w:r w:rsidRPr="006A0B97">
        <w:rPr>
          <w:rFonts w:ascii="Times New Roman" w:hAnsi="Times New Roman" w:cs="Times New Roman"/>
          <w:b/>
          <w:sz w:val="24"/>
          <w:szCs w:val="24"/>
        </w:rPr>
        <w:t>Procedure:</w:t>
      </w:r>
    </w:p>
    <w:p w:rsidR="00C6002F" w:rsidRPr="00C6002F" w:rsidRDefault="00C6002F" w:rsidP="00C600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6002F">
        <w:rPr>
          <w:rFonts w:ascii="Times New Roman" w:hAnsi="Times New Roman" w:cs="Times New Roman"/>
          <w:sz w:val="24"/>
          <w:szCs w:val="24"/>
        </w:rPr>
        <w:t>Choose a cha</w:t>
      </w:r>
      <w:r w:rsidR="008519D4">
        <w:rPr>
          <w:rFonts w:ascii="Times New Roman" w:hAnsi="Times New Roman" w:cs="Times New Roman"/>
          <w:sz w:val="24"/>
          <w:szCs w:val="24"/>
        </w:rPr>
        <w:t>racter from the book to "become</w:t>
      </w:r>
      <w:r w:rsidRPr="00C6002F">
        <w:rPr>
          <w:rFonts w:ascii="Times New Roman" w:hAnsi="Times New Roman" w:cs="Times New Roman"/>
          <w:sz w:val="24"/>
          <w:szCs w:val="24"/>
        </w:rPr>
        <w:t>"</w:t>
      </w:r>
      <w:r w:rsidR="008519D4">
        <w:rPr>
          <w:rFonts w:ascii="Times New Roman" w:hAnsi="Times New Roman" w:cs="Times New Roman"/>
          <w:sz w:val="24"/>
          <w:szCs w:val="24"/>
        </w:rPr>
        <w:t>.</w:t>
      </w:r>
      <w:r w:rsidRPr="00C600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002F" w:rsidRDefault="00C6002F" w:rsidP="00C600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Pick a scene where tha</w:t>
      </w:r>
      <w:r w:rsidR="006A0B97">
        <w:rPr>
          <w:rFonts w:ascii="Times New Roman" w:hAnsi="Times New Roman" w:cs="Times New Roman"/>
          <w:sz w:val="24"/>
          <w:szCs w:val="24"/>
        </w:rPr>
        <w:t>t character acts in a negative</w:t>
      </w:r>
      <w:r>
        <w:rPr>
          <w:rFonts w:ascii="Times New Roman" w:hAnsi="Times New Roman" w:cs="Times New Roman"/>
          <w:sz w:val="24"/>
          <w:szCs w:val="24"/>
        </w:rPr>
        <w:t xml:space="preserve"> way (angry, manipulative, violent, selfish, prideful</w:t>
      </w:r>
      <w:r w:rsidR="006A0B97">
        <w:rPr>
          <w:rFonts w:ascii="Times New Roman" w:hAnsi="Times New Roman" w:cs="Times New Roman"/>
          <w:sz w:val="24"/>
          <w:szCs w:val="24"/>
        </w:rPr>
        <w:t xml:space="preserve"> etc…</w:t>
      </w:r>
      <w:r>
        <w:rPr>
          <w:rFonts w:ascii="Times New Roman" w:hAnsi="Times New Roman" w:cs="Times New Roman"/>
          <w:sz w:val="24"/>
          <w:szCs w:val="24"/>
        </w:rPr>
        <w:t>)</w:t>
      </w:r>
      <w:r w:rsidR="006A0B97">
        <w:rPr>
          <w:rFonts w:ascii="Times New Roman" w:hAnsi="Times New Roman" w:cs="Times New Roman"/>
          <w:sz w:val="24"/>
          <w:szCs w:val="24"/>
        </w:rPr>
        <w:t xml:space="preserve"> and describe that scene. </w:t>
      </w:r>
    </w:p>
    <w:p w:rsidR="00C6002F" w:rsidRDefault="00C6002F" w:rsidP="00C600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6002F">
        <w:rPr>
          <w:rFonts w:ascii="Times New Roman" w:hAnsi="Times New Roman" w:cs="Times New Roman"/>
          <w:sz w:val="24"/>
          <w:szCs w:val="24"/>
        </w:rPr>
        <w:t xml:space="preserve"> List 5</w:t>
      </w:r>
      <w:r w:rsidR="006A0B97">
        <w:rPr>
          <w:rFonts w:ascii="Times New Roman" w:hAnsi="Times New Roman" w:cs="Times New Roman"/>
          <w:sz w:val="24"/>
          <w:szCs w:val="24"/>
        </w:rPr>
        <w:t xml:space="preserve"> adjectives </w:t>
      </w:r>
      <w:r w:rsidRPr="00C6002F">
        <w:rPr>
          <w:rFonts w:ascii="Times New Roman" w:hAnsi="Times New Roman" w:cs="Times New Roman"/>
          <w:sz w:val="24"/>
          <w:szCs w:val="24"/>
        </w:rPr>
        <w:t>that the</w:t>
      </w:r>
      <w:r w:rsidR="006A0B97">
        <w:rPr>
          <w:rFonts w:ascii="Times New Roman" w:hAnsi="Times New Roman" w:cs="Times New Roman"/>
          <w:sz w:val="24"/>
          <w:szCs w:val="24"/>
        </w:rPr>
        <w:t xml:space="preserve"> describe the </w:t>
      </w:r>
      <w:r w:rsidRPr="006A0B97">
        <w:rPr>
          <w:rFonts w:ascii="Times New Roman" w:hAnsi="Times New Roman" w:cs="Times New Roman"/>
          <w:sz w:val="24"/>
          <w:szCs w:val="24"/>
        </w:rPr>
        <w:t>character that you've become</w:t>
      </w:r>
      <w:r w:rsidR="006A0B97">
        <w:rPr>
          <w:rFonts w:ascii="Times New Roman" w:hAnsi="Times New Roman" w:cs="Times New Roman"/>
          <w:sz w:val="24"/>
          <w:szCs w:val="24"/>
        </w:rPr>
        <w:t xml:space="preserve"> in the scene you have chosen</w:t>
      </w:r>
    </w:p>
    <w:p w:rsidR="006A0B97" w:rsidRDefault="006A0B97" w:rsidP="00C600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following:</w:t>
      </w:r>
    </w:p>
    <w:p w:rsidR="006A0B97" w:rsidRDefault="006A0B97" w:rsidP="006A0B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do you think the character chose to act in the manner they did?</w:t>
      </w:r>
    </w:p>
    <w:p w:rsidR="006A0B97" w:rsidRDefault="006A0B97" w:rsidP="006A0B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you agree or disagree with the character’s actions? Why or Why not? </w:t>
      </w:r>
    </w:p>
    <w:p w:rsidR="006A0B97" w:rsidRDefault="006A0B97" w:rsidP="006A0B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you could alter the story, what changes could you make to the character’s behavior? </w:t>
      </w:r>
    </w:p>
    <w:p w:rsidR="006A0B97" w:rsidRDefault="006A0B97" w:rsidP="006A0B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Does this character remind you of yourself or someone you know? Why or why not? </w:t>
      </w:r>
    </w:p>
    <w:p w:rsidR="00276D9A" w:rsidRPr="00276D9A" w:rsidRDefault="00276D9A" w:rsidP="00276D9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Discussion: share with the class the character you chose and your answers to the discussion questions. </w:t>
      </w:r>
    </w:p>
    <w:p w:rsidR="00C6002F" w:rsidRPr="00C6002F" w:rsidRDefault="00C6002F" w:rsidP="00C6002F">
      <w:pPr>
        <w:rPr>
          <w:rFonts w:ascii="Times New Roman" w:hAnsi="Times New Roman" w:cs="Times New Roman"/>
          <w:sz w:val="24"/>
          <w:szCs w:val="24"/>
        </w:rPr>
      </w:pPr>
    </w:p>
    <w:sectPr w:rsidR="00C6002F" w:rsidRPr="00C600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41FE3"/>
    <w:multiLevelType w:val="hybridMultilevel"/>
    <w:tmpl w:val="F33CCF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41B0875"/>
    <w:multiLevelType w:val="hybridMultilevel"/>
    <w:tmpl w:val="FB187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377"/>
    <w:rsid w:val="00076A66"/>
    <w:rsid w:val="000B786D"/>
    <w:rsid w:val="00262AD7"/>
    <w:rsid w:val="00276D9A"/>
    <w:rsid w:val="006A0B97"/>
    <w:rsid w:val="008519D4"/>
    <w:rsid w:val="00B504AA"/>
    <w:rsid w:val="00C6002F"/>
    <w:rsid w:val="00D25968"/>
    <w:rsid w:val="00FB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00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00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26002DCA</Template>
  <TotalTime>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Ruby</dc:creator>
  <cp:lastModifiedBy>mindy engler</cp:lastModifiedBy>
  <cp:revision>2</cp:revision>
  <dcterms:created xsi:type="dcterms:W3CDTF">2013-09-25T11:21:00Z</dcterms:created>
  <dcterms:modified xsi:type="dcterms:W3CDTF">2013-09-25T11:21:00Z</dcterms:modified>
</cp:coreProperties>
</file>